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E72A3" w14:textId="77777777" w:rsidR="00813CDD" w:rsidRDefault="00D60D18" w:rsidP="00D60D18">
      <w:pPr>
        <w:spacing w:before="12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4080C549" wp14:editId="271D54D7">
            <wp:extent cx="1400175" cy="12477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AC4CC" w14:textId="77777777" w:rsidR="004D29AE" w:rsidRPr="004D29AE" w:rsidRDefault="004D29AE" w:rsidP="004D29AE">
      <w:pPr>
        <w:rPr>
          <w:rFonts w:ascii="Times New Roman" w:eastAsia="Times New Roman" w:hAnsi="Times New Roman"/>
          <w:sz w:val="24"/>
          <w:szCs w:val="24"/>
        </w:rPr>
      </w:pPr>
    </w:p>
    <w:p w14:paraId="5B56569C" w14:textId="77777777" w:rsidR="00A8104B" w:rsidRDefault="004D29AE" w:rsidP="00F803B6">
      <w:pPr>
        <w:tabs>
          <w:tab w:val="left" w:pos="2925"/>
        </w:tabs>
        <w:rPr>
          <w:rFonts w:ascii="Times New Roman" w:eastAsia="Times New Roman" w:hAnsi="Times New Roman"/>
          <w:sz w:val="24"/>
          <w:szCs w:val="24"/>
        </w:rPr>
      </w:pPr>
      <w:r w:rsidRPr="004D29AE">
        <w:rPr>
          <w:rFonts w:ascii="Times New Roman" w:eastAsia="Times New Roman" w:hAnsi="Times New Roman"/>
          <w:b/>
          <w:bCs/>
          <w:sz w:val="24"/>
          <w:szCs w:val="24"/>
        </w:rPr>
        <w:t>Taotlus Päästeametile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  <w:r w:rsidRPr="004D29AE">
        <w:rPr>
          <w:rFonts w:ascii="Times New Roman" w:eastAsia="Times New Roman" w:hAnsi="Times New Roman"/>
          <w:sz w:val="24"/>
          <w:szCs w:val="24"/>
        </w:rPr>
        <w:t>27.03.2025</w:t>
      </w:r>
    </w:p>
    <w:p w14:paraId="0A7B26BE" w14:textId="40CEDF39" w:rsidR="00F803B6" w:rsidRPr="00BA7327" w:rsidRDefault="00411127" w:rsidP="00F803B6">
      <w:pPr>
        <w:tabs>
          <w:tab w:val="left" w:pos="2925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br/>
      </w:r>
      <w:r w:rsidR="00F803B6">
        <w:rPr>
          <w:rFonts w:ascii="Times New Roman" w:eastAsia="Times New Roman" w:hAnsi="Times New Roman"/>
          <w:sz w:val="24"/>
          <w:szCs w:val="24"/>
        </w:rPr>
        <w:t>Palume tõendit tuleohutusnõuete</w:t>
      </w:r>
      <w:r w:rsidR="00853516">
        <w:rPr>
          <w:rFonts w:ascii="Times New Roman" w:eastAsia="Times New Roman" w:hAnsi="Times New Roman"/>
          <w:sz w:val="24"/>
          <w:szCs w:val="24"/>
        </w:rPr>
        <w:t>le</w:t>
      </w:r>
      <w:r w:rsidR="00F803B6">
        <w:rPr>
          <w:rFonts w:ascii="Times New Roman" w:eastAsia="Times New Roman" w:hAnsi="Times New Roman"/>
          <w:sz w:val="24"/>
          <w:szCs w:val="24"/>
        </w:rPr>
        <w:t xml:space="preserve"> vastavuse kohta. </w:t>
      </w:r>
      <w:r w:rsidR="00F803B6">
        <w:rPr>
          <w:rFonts w:ascii="Times New Roman" w:eastAsia="Times New Roman" w:hAnsi="Times New Roman"/>
          <w:sz w:val="24"/>
          <w:szCs w:val="24"/>
        </w:rPr>
        <w:br/>
      </w:r>
      <w:r w:rsidR="00BA7327" w:rsidRPr="00BA7327">
        <w:rPr>
          <w:rFonts w:ascii="Times New Roman" w:eastAsia="Times New Roman" w:hAnsi="Times New Roman"/>
          <w:sz w:val="24"/>
          <w:szCs w:val="24"/>
          <w:u w:val="single"/>
        </w:rPr>
        <w:t>T</w:t>
      </w:r>
      <w:r w:rsidR="00F803B6" w:rsidRPr="00BA7327">
        <w:rPr>
          <w:rFonts w:ascii="Times New Roman" w:eastAsia="Times New Roman" w:hAnsi="Times New Roman"/>
          <w:sz w:val="24"/>
          <w:szCs w:val="24"/>
          <w:u w:val="single"/>
        </w:rPr>
        <w:t>aotleva tegevuskoha aadress</w:t>
      </w:r>
      <w:r w:rsidR="00BA7327" w:rsidRPr="00BA7327">
        <w:rPr>
          <w:rFonts w:ascii="Times New Roman" w:eastAsia="Times New Roman" w:hAnsi="Times New Roman"/>
          <w:sz w:val="24"/>
          <w:szCs w:val="24"/>
          <w:u w:val="single"/>
        </w:rPr>
        <w:t>:</w:t>
      </w:r>
      <w:r w:rsidR="00BA7327">
        <w:rPr>
          <w:rFonts w:ascii="Times New Roman" w:eastAsia="Times New Roman" w:hAnsi="Times New Roman"/>
          <w:sz w:val="24"/>
          <w:szCs w:val="24"/>
        </w:rPr>
        <w:t xml:space="preserve"> Reede, Tammistu küla, Tartu vald, Tartumaa (Tammistu mõisakompleksi piimakoda</w:t>
      </w:r>
      <w:r w:rsidR="00D85514">
        <w:rPr>
          <w:rFonts w:ascii="Times New Roman" w:eastAsia="Times New Roman" w:hAnsi="Times New Roman"/>
          <w:sz w:val="24"/>
          <w:szCs w:val="24"/>
        </w:rPr>
        <w:t>)</w:t>
      </w:r>
      <w:r w:rsidR="007B6159">
        <w:rPr>
          <w:rFonts w:ascii="Times New Roman" w:eastAsia="Times New Roman" w:hAnsi="Times New Roman"/>
          <w:sz w:val="24"/>
          <w:szCs w:val="24"/>
        </w:rPr>
        <w:t>. E</w:t>
      </w:r>
      <w:r w:rsidR="00BA7327">
        <w:rPr>
          <w:rFonts w:ascii="Times New Roman" w:eastAsia="Times New Roman" w:hAnsi="Times New Roman"/>
          <w:sz w:val="24"/>
          <w:szCs w:val="24"/>
        </w:rPr>
        <w:t>smane PA kooskõlastus</w:t>
      </w:r>
      <w:r w:rsidR="007B6159">
        <w:rPr>
          <w:rFonts w:ascii="Times New Roman" w:eastAsia="Times New Roman" w:hAnsi="Times New Roman"/>
          <w:sz w:val="24"/>
          <w:szCs w:val="24"/>
        </w:rPr>
        <w:t xml:space="preserve"> oli kuupäevaga 12.01.</w:t>
      </w:r>
      <w:r w:rsidR="00BA7327">
        <w:rPr>
          <w:rFonts w:ascii="Times New Roman" w:eastAsia="Times New Roman" w:hAnsi="Times New Roman"/>
          <w:sz w:val="24"/>
          <w:szCs w:val="24"/>
        </w:rPr>
        <w:t xml:space="preserve">2022 seoses </w:t>
      </w:r>
      <w:r w:rsidR="002761B9">
        <w:rPr>
          <w:rFonts w:ascii="Times New Roman" w:eastAsia="Times New Roman" w:hAnsi="Times New Roman"/>
          <w:sz w:val="24"/>
          <w:szCs w:val="24"/>
        </w:rPr>
        <w:t>erihoolekande teenusüksuse</w:t>
      </w:r>
      <w:r w:rsidR="00BA7327">
        <w:rPr>
          <w:rFonts w:ascii="Times New Roman" w:eastAsia="Times New Roman" w:hAnsi="Times New Roman"/>
          <w:sz w:val="24"/>
          <w:szCs w:val="24"/>
        </w:rPr>
        <w:t xml:space="preserve"> vastuvõtmisega pärast rekonstrueerimistööde lõppu.</w:t>
      </w:r>
    </w:p>
    <w:p w14:paraId="3189F0FC" w14:textId="1288D3DA" w:rsidR="00F803B6" w:rsidRPr="00BA7327" w:rsidRDefault="00BA7327" w:rsidP="0018625A">
      <w:pPr>
        <w:tabs>
          <w:tab w:val="left" w:pos="2925"/>
        </w:tabs>
        <w:rPr>
          <w:rFonts w:ascii="Times New Roman" w:eastAsia="Times New Roman" w:hAnsi="Times New Roman"/>
          <w:sz w:val="24"/>
          <w:szCs w:val="24"/>
        </w:rPr>
      </w:pPr>
      <w:r w:rsidRPr="00BA7327">
        <w:rPr>
          <w:rFonts w:ascii="Times New Roman" w:eastAsia="Times New Roman" w:hAnsi="Times New Roman"/>
          <w:sz w:val="24"/>
          <w:szCs w:val="24"/>
          <w:u w:val="single"/>
        </w:rPr>
        <w:t>Teenus: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18625A" w:rsidRPr="0018625A">
        <w:rPr>
          <w:rFonts w:ascii="Times New Roman" w:eastAsia="Times New Roman" w:hAnsi="Times New Roman"/>
          <w:sz w:val="24"/>
          <w:szCs w:val="24"/>
        </w:rPr>
        <w:t>erihoolekandeteenused -</w:t>
      </w:r>
      <w:r w:rsidR="0018625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BA7327">
        <w:rPr>
          <w:rFonts w:ascii="Times New Roman" w:eastAsia="Times New Roman" w:hAnsi="Times New Roman"/>
          <w:sz w:val="24"/>
          <w:szCs w:val="24"/>
        </w:rPr>
        <w:t>päeva- ja nädalahoiuteenus 13 inimesele</w:t>
      </w:r>
      <w:r w:rsidR="0018625A">
        <w:rPr>
          <w:rFonts w:ascii="Times New Roman" w:eastAsia="Times New Roman" w:hAnsi="Times New Roman"/>
          <w:sz w:val="24"/>
          <w:szCs w:val="24"/>
        </w:rPr>
        <w:t>, igapäevaelu toetamise teenus 8 inimesele.</w:t>
      </w:r>
    </w:p>
    <w:p w14:paraId="13EEC299" w14:textId="2487D47C" w:rsidR="00F803B6" w:rsidRPr="00BA7327" w:rsidRDefault="00BA7327" w:rsidP="00F803B6">
      <w:pPr>
        <w:tabs>
          <w:tab w:val="left" w:pos="2925"/>
        </w:tabs>
        <w:rPr>
          <w:rFonts w:ascii="Times New Roman" w:eastAsia="Times New Roman" w:hAnsi="Times New Roman"/>
          <w:sz w:val="24"/>
          <w:szCs w:val="24"/>
        </w:rPr>
      </w:pPr>
      <w:r w:rsidRPr="00BA7327">
        <w:rPr>
          <w:rFonts w:ascii="Times New Roman" w:eastAsia="Times New Roman" w:hAnsi="Times New Roman"/>
          <w:sz w:val="24"/>
          <w:szCs w:val="24"/>
        </w:rPr>
        <w:t>Teenust osutab</w:t>
      </w:r>
      <w:r>
        <w:rPr>
          <w:rFonts w:ascii="Times New Roman" w:eastAsia="Times New Roman" w:hAnsi="Times New Roman"/>
          <w:sz w:val="24"/>
          <w:szCs w:val="24"/>
        </w:rPr>
        <w:t xml:space="preserve"> SA Eesti Agrenska Fond.</w:t>
      </w:r>
    </w:p>
    <w:p w14:paraId="322F1272" w14:textId="7B2B4A3B" w:rsidR="00BC7F6B" w:rsidRDefault="00BC7F6B" w:rsidP="00BC7F6B">
      <w:pPr>
        <w:tabs>
          <w:tab w:val="left" w:pos="2925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>Tõend</w:t>
      </w:r>
      <w:r w:rsidR="00F803B6" w:rsidRPr="00BC7F6B">
        <w:rPr>
          <w:rFonts w:ascii="Times New Roman" w:eastAsia="Times New Roman" w:hAnsi="Times New Roman"/>
          <w:sz w:val="24"/>
          <w:szCs w:val="24"/>
        </w:rPr>
        <w:t xml:space="preserve"> esitamiseks </w:t>
      </w:r>
      <w:r>
        <w:rPr>
          <w:rFonts w:ascii="Times New Roman" w:eastAsia="Times New Roman" w:hAnsi="Times New Roman"/>
          <w:sz w:val="24"/>
          <w:szCs w:val="24"/>
        </w:rPr>
        <w:t>Sotsiaalkindlustusametile.</w:t>
      </w:r>
    </w:p>
    <w:p w14:paraId="13351891" w14:textId="54450619" w:rsidR="004D29AE" w:rsidRDefault="00BC7F6B" w:rsidP="005811BA">
      <w:pPr>
        <w:tabs>
          <w:tab w:val="left" w:pos="2925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Päästeameti peainspektori </w:t>
      </w:r>
      <w:r w:rsidR="005811BA">
        <w:rPr>
          <w:rFonts w:ascii="Times New Roman" w:eastAsia="Times New Roman" w:hAnsi="Times New Roman"/>
          <w:sz w:val="24"/>
          <w:szCs w:val="24"/>
        </w:rPr>
        <w:t xml:space="preserve">viimane </w:t>
      </w:r>
      <w:r>
        <w:rPr>
          <w:rFonts w:ascii="Times New Roman" w:eastAsia="Times New Roman" w:hAnsi="Times New Roman"/>
          <w:sz w:val="24"/>
          <w:szCs w:val="24"/>
        </w:rPr>
        <w:t xml:space="preserve">paikvaatlus antud </w:t>
      </w:r>
      <w:r w:rsidR="005811BA">
        <w:rPr>
          <w:rFonts w:ascii="Times New Roman" w:eastAsia="Times New Roman" w:hAnsi="Times New Roman"/>
          <w:sz w:val="24"/>
          <w:szCs w:val="24"/>
        </w:rPr>
        <w:t>erihoolekande</w:t>
      </w:r>
      <w:r w:rsidR="004F64F8">
        <w:rPr>
          <w:rFonts w:ascii="Times New Roman" w:eastAsia="Times New Roman" w:hAnsi="Times New Roman"/>
          <w:sz w:val="24"/>
          <w:szCs w:val="24"/>
        </w:rPr>
        <w:t>üksuse</w:t>
      </w:r>
      <w:r w:rsidR="005811B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tegevuskohas toimus</w:t>
      </w:r>
      <w:r w:rsidR="005811BA">
        <w:rPr>
          <w:rFonts w:ascii="Times New Roman" w:eastAsia="Times New Roman" w:hAnsi="Times New Roman"/>
          <w:sz w:val="24"/>
          <w:szCs w:val="24"/>
        </w:rPr>
        <w:t xml:space="preserve"> 22.01.2025.</w:t>
      </w:r>
      <w:r w:rsidR="005811BA">
        <w:rPr>
          <w:rFonts w:ascii="Times New Roman" w:eastAsia="Times New Roman" w:hAnsi="Times New Roman"/>
          <w:sz w:val="24"/>
          <w:szCs w:val="24"/>
        </w:rPr>
        <w:br/>
      </w:r>
      <w:r w:rsidR="005811BA">
        <w:rPr>
          <w:rFonts w:ascii="Times New Roman" w:eastAsia="Times New Roman" w:hAnsi="Times New Roman"/>
          <w:sz w:val="24"/>
          <w:szCs w:val="24"/>
        </w:rPr>
        <w:br/>
      </w:r>
      <w:r w:rsidR="005811BA">
        <w:rPr>
          <w:rFonts w:ascii="Times New Roman" w:eastAsia="Times New Roman" w:hAnsi="Times New Roman"/>
          <w:sz w:val="24"/>
          <w:szCs w:val="24"/>
        </w:rPr>
        <w:br/>
        <w:t>Lugupidamisega</w:t>
      </w:r>
      <w:r w:rsidR="005811BA">
        <w:rPr>
          <w:rFonts w:ascii="Times New Roman" w:eastAsia="Times New Roman" w:hAnsi="Times New Roman"/>
          <w:sz w:val="24"/>
          <w:szCs w:val="24"/>
        </w:rPr>
        <w:br/>
        <w:t>Tiina Stelmach</w:t>
      </w:r>
      <w:r w:rsidR="005811BA">
        <w:rPr>
          <w:rFonts w:ascii="Times New Roman" w:eastAsia="Times New Roman" w:hAnsi="Times New Roman"/>
          <w:sz w:val="24"/>
          <w:szCs w:val="24"/>
        </w:rPr>
        <w:br/>
        <w:t>sotsiaalteenute eest vastutav juhatuse liige</w:t>
      </w:r>
      <w:r w:rsidR="005811BA">
        <w:rPr>
          <w:rFonts w:ascii="Times New Roman" w:eastAsia="Times New Roman" w:hAnsi="Times New Roman"/>
          <w:sz w:val="24"/>
          <w:szCs w:val="24"/>
        </w:rPr>
        <w:br/>
        <w:t>Tel 53620855</w:t>
      </w:r>
      <w:r w:rsidR="005811BA">
        <w:rPr>
          <w:rFonts w:ascii="Times New Roman" w:eastAsia="Times New Roman" w:hAnsi="Times New Roman"/>
          <w:sz w:val="24"/>
          <w:szCs w:val="24"/>
        </w:rPr>
        <w:br/>
      </w:r>
      <w:hyperlink r:id="rId9" w:history="1">
        <w:r w:rsidR="005811BA" w:rsidRPr="001049D7">
          <w:rPr>
            <w:rStyle w:val="Hyperlink"/>
            <w:rFonts w:ascii="Times New Roman" w:eastAsia="Times New Roman" w:hAnsi="Times New Roman"/>
            <w:sz w:val="24"/>
            <w:szCs w:val="24"/>
          </w:rPr>
          <w:t>agrenska@agrenska.ee</w:t>
        </w:r>
      </w:hyperlink>
    </w:p>
    <w:sectPr w:rsidR="004D29AE" w:rsidSect="00D60D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30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0F371" w14:textId="77777777" w:rsidR="00032960" w:rsidRDefault="00032960" w:rsidP="000732ED">
      <w:pPr>
        <w:spacing w:line="240" w:lineRule="auto"/>
      </w:pPr>
      <w:r>
        <w:separator/>
      </w:r>
    </w:p>
  </w:endnote>
  <w:endnote w:type="continuationSeparator" w:id="0">
    <w:p w14:paraId="6F88D73E" w14:textId="77777777" w:rsidR="00032960" w:rsidRDefault="00032960" w:rsidP="000732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2EA39" w14:textId="77777777" w:rsidR="000732ED" w:rsidRDefault="000732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EB78F" w14:textId="77777777" w:rsidR="000732ED" w:rsidRPr="000732ED" w:rsidRDefault="000732ED" w:rsidP="000732ED">
    <w:pPr>
      <w:pStyle w:val="Footer"/>
      <w:jc w:val="center"/>
      <w:rPr>
        <w:rFonts w:ascii="Times New Roman" w:hAnsi="Times New Roman"/>
        <w:sz w:val="24"/>
        <w:szCs w:val="24"/>
      </w:rPr>
    </w:pPr>
    <w:r w:rsidRPr="000732ED">
      <w:rPr>
        <w:rFonts w:ascii="Times New Roman" w:hAnsi="Times New Roman"/>
        <w:sz w:val="24"/>
        <w:szCs w:val="24"/>
      </w:rPr>
      <w:t>SA Eesti Agrenska Fond</w:t>
    </w:r>
  </w:p>
  <w:p w14:paraId="3A24D9CB" w14:textId="77777777" w:rsidR="000732ED" w:rsidRPr="000732ED" w:rsidRDefault="000732ED" w:rsidP="000732ED">
    <w:pPr>
      <w:pStyle w:val="Footer"/>
      <w:jc w:val="center"/>
      <w:rPr>
        <w:rFonts w:ascii="Times New Roman" w:hAnsi="Times New Roman"/>
        <w:sz w:val="24"/>
        <w:szCs w:val="24"/>
      </w:rPr>
    </w:pPr>
    <w:hyperlink r:id="rId1" w:history="1">
      <w:r w:rsidRPr="000732ED">
        <w:rPr>
          <w:rStyle w:val="Hyperlink"/>
          <w:rFonts w:ascii="Times New Roman" w:hAnsi="Times New Roman"/>
          <w:sz w:val="24"/>
          <w:szCs w:val="24"/>
        </w:rPr>
        <w:t>www.agrenska.ee</w:t>
      </w:r>
    </w:hyperlink>
  </w:p>
  <w:p w14:paraId="32C40981" w14:textId="77777777" w:rsidR="000732ED" w:rsidRDefault="006F45B4" w:rsidP="000732ED">
    <w:pPr>
      <w:pStyle w:val="Footer"/>
      <w:jc w:val="center"/>
      <w:rPr>
        <w:rFonts w:ascii="Times New Roman" w:hAnsi="Times New Roman"/>
        <w:sz w:val="24"/>
        <w:szCs w:val="24"/>
      </w:rPr>
    </w:pPr>
    <w:hyperlink r:id="rId2" w:history="1">
      <w:r w:rsidRPr="0099643E">
        <w:rPr>
          <w:rStyle w:val="Hyperlink"/>
          <w:rFonts w:ascii="Times New Roman" w:hAnsi="Times New Roman"/>
          <w:sz w:val="24"/>
          <w:szCs w:val="24"/>
        </w:rPr>
        <w:t>https://www.facebook.com/EestiAgrenskaFond/</w:t>
      </w:r>
    </w:hyperlink>
  </w:p>
  <w:p w14:paraId="25AD5BA7" w14:textId="77777777" w:rsidR="006F45B4" w:rsidRDefault="00C47852" w:rsidP="000732ED">
    <w:pPr>
      <w:pStyle w:val="Footer"/>
      <w:jc w:val="center"/>
      <w:rPr>
        <w:rFonts w:ascii="Times New Roman" w:hAnsi="Times New Roman"/>
        <w:sz w:val="24"/>
        <w:szCs w:val="24"/>
      </w:rPr>
    </w:pPr>
    <w:hyperlink r:id="rId3" w:history="1">
      <w:r w:rsidRPr="0099643E">
        <w:rPr>
          <w:rStyle w:val="Hyperlink"/>
          <w:rFonts w:ascii="Times New Roman" w:hAnsi="Times New Roman"/>
          <w:sz w:val="24"/>
          <w:szCs w:val="24"/>
        </w:rPr>
        <w:t>agrenska@agrenska.ee</w:t>
      </w:r>
    </w:hyperlink>
  </w:p>
  <w:p w14:paraId="06A1DB94" w14:textId="77777777" w:rsidR="00C47852" w:rsidRPr="000732ED" w:rsidRDefault="00C47852" w:rsidP="000732ED">
    <w:pPr>
      <w:pStyle w:val="Footer"/>
      <w:jc w:val="center"/>
      <w:rPr>
        <w:rFonts w:ascii="Times New Roman" w:hAnsi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65DAE" w14:textId="77777777" w:rsidR="000732ED" w:rsidRDefault="000732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368EB" w14:textId="77777777" w:rsidR="00032960" w:rsidRDefault="00032960" w:rsidP="000732ED">
      <w:pPr>
        <w:spacing w:line="240" w:lineRule="auto"/>
      </w:pPr>
      <w:r>
        <w:separator/>
      </w:r>
    </w:p>
  </w:footnote>
  <w:footnote w:type="continuationSeparator" w:id="0">
    <w:p w14:paraId="6E304B2A" w14:textId="77777777" w:rsidR="00032960" w:rsidRDefault="00032960" w:rsidP="000732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B7884" w14:textId="77777777" w:rsidR="000732ED" w:rsidRDefault="000732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8BA7D" w14:textId="77777777" w:rsidR="000732ED" w:rsidRDefault="000732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8D07" w14:textId="77777777" w:rsidR="000732ED" w:rsidRDefault="000732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4232"/>
    <w:multiLevelType w:val="hybridMultilevel"/>
    <w:tmpl w:val="E3F24DE2"/>
    <w:lvl w:ilvl="0" w:tplc="CD84E4BE">
      <w:start w:val="1"/>
      <w:numFmt w:val="upperRoman"/>
      <w:lvlText w:val="%1."/>
      <w:lvlJc w:val="left"/>
      <w:pPr>
        <w:ind w:left="96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20" w:hanging="360"/>
      </w:pPr>
    </w:lvl>
    <w:lvl w:ilvl="2" w:tplc="0425001B" w:tentative="1">
      <w:start w:val="1"/>
      <w:numFmt w:val="lowerRoman"/>
      <w:lvlText w:val="%3."/>
      <w:lvlJc w:val="right"/>
      <w:pPr>
        <w:ind w:left="2040" w:hanging="180"/>
      </w:pPr>
    </w:lvl>
    <w:lvl w:ilvl="3" w:tplc="0425000F" w:tentative="1">
      <w:start w:val="1"/>
      <w:numFmt w:val="decimal"/>
      <w:lvlText w:val="%4."/>
      <w:lvlJc w:val="left"/>
      <w:pPr>
        <w:ind w:left="2760" w:hanging="360"/>
      </w:pPr>
    </w:lvl>
    <w:lvl w:ilvl="4" w:tplc="04250019" w:tentative="1">
      <w:start w:val="1"/>
      <w:numFmt w:val="lowerLetter"/>
      <w:lvlText w:val="%5."/>
      <w:lvlJc w:val="left"/>
      <w:pPr>
        <w:ind w:left="3480" w:hanging="360"/>
      </w:pPr>
    </w:lvl>
    <w:lvl w:ilvl="5" w:tplc="0425001B" w:tentative="1">
      <w:start w:val="1"/>
      <w:numFmt w:val="lowerRoman"/>
      <w:lvlText w:val="%6."/>
      <w:lvlJc w:val="right"/>
      <w:pPr>
        <w:ind w:left="4200" w:hanging="180"/>
      </w:pPr>
    </w:lvl>
    <w:lvl w:ilvl="6" w:tplc="0425000F" w:tentative="1">
      <w:start w:val="1"/>
      <w:numFmt w:val="decimal"/>
      <w:lvlText w:val="%7."/>
      <w:lvlJc w:val="left"/>
      <w:pPr>
        <w:ind w:left="4920" w:hanging="360"/>
      </w:pPr>
    </w:lvl>
    <w:lvl w:ilvl="7" w:tplc="04250019" w:tentative="1">
      <w:start w:val="1"/>
      <w:numFmt w:val="lowerLetter"/>
      <w:lvlText w:val="%8."/>
      <w:lvlJc w:val="left"/>
      <w:pPr>
        <w:ind w:left="5640" w:hanging="360"/>
      </w:pPr>
    </w:lvl>
    <w:lvl w:ilvl="8" w:tplc="042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0B347B08"/>
    <w:multiLevelType w:val="hybridMultilevel"/>
    <w:tmpl w:val="594C38A2"/>
    <w:lvl w:ilvl="0" w:tplc="B54E27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30B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8AA7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DCF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9601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7C18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AAA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0068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AA0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924011"/>
    <w:multiLevelType w:val="hybridMultilevel"/>
    <w:tmpl w:val="05D04138"/>
    <w:lvl w:ilvl="0" w:tplc="B54E27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BE777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F445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C24C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A60D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2E2A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025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86A8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DA92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0FE6601"/>
    <w:multiLevelType w:val="hybridMultilevel"/>
    <w:tmpl w:val="2DB28B4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D21273"/>
    <w:multiLevelType w:val="hybridMultilevel"/>
    <w:tmpl w:val="17B4D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33991"/>
    <w:multiLevelType w:val="hybridMultilevel"/>
    <w:tmpl w:val="65BC3A08"/>
    <w:lvl w:ilvl="0" w:tplc="B54E27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BE77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F445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C24C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A60D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2E2A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025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86A8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DA92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4B842FE"/>
    <w:multiLevelType w:val="hybridMultilevel"/>
    <w:tmpl w:val="AD5C23DE"/>
    <w:lvl w:ilvl="0" w:tplc="68C270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30B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8AA7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DCF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9601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7C18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AAA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0068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AA0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6726B47"/>
    <w:multiLevelType w:val="hybridMultilevel"/>
    <w:tmpl w:val="55925D50"/>
    <w:lvl w:ilvl="0" w:tplc="412A71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656628"/>
    <w:multiLevelType w:val="hybridMultilevel"/>
    <w:tmpl w:val="BC80FB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42C0D"/>
    <w:multiLevelType w:val="hybridMultilevel"/>
    <w:tmpl w:val="447A9194"/>
    <w:lvl w:ilvl="0" w:tplc="6C56A2AE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3CD55AC"/>
    <w:multiLevelType w:val="hybridMultilevel"/>
    <w:tmpl w:val="72605D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62D8F"/>
    <w:multiLevelType w:val="hybridMultilevel"/>
    <w:tmpl w:val="3AEE1B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C22A3"/>
    <w:multiLevelType w:val="hybridMultilevel"/>
    <w:tmpl w:val="723C044C"/>
    <w:lvl w:ilvl="0" w:tplc="6C56A2A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9E66F74"/>
    <w:multiLevelType w:val="hybridMultilevel"/>
    <w:tmpl w:val="423451DC"/>
    <w:lvl w:ilvl="0" w:tplc="042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B1550F"/>
    <w:multiLevelType w:val="hybridMultilevel"/>
    <w:tmpl w:val="9850B4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526001">
    <w:abstractNumId w:val="3"/>
  </w:num>
  <w:num w:numId="2" w16cid:durableId="1108961691">
    <w:abstractNumId w:val="8"/>
  </w:num>
  <w:num w:numId="3" w16cid:durableId="1097485865">
    <w:abstractNumId w:val="0"/>
  </w:num>
  <w:num w:numId="4" w16cid:durableId="1702632226">
    <w:abstractNumId w:val="6"/>
  </w:num>
  <w:num w:numId="5" w16cid:durableId="1483932382">
    <w:abstractNumId w:val="2"/>
  </w:num>
  <w:num w:numId="6" w16cid:durableId="107967525">
    <w:abstractNumId w:val="1"/>
  </w:num>
  <w:num w:numId="7" w16cid:durableId="975719408">
    <w:abstractNumId w:val="5"/>
  </w:num>
  <w:num w:numId="8" w16cid:durableId="338433672">
    <w:abstractNumId w:val="7"/>
  </w:num>
  <w:num w:numId="9" w16cid:durableId="1050347561">
    <w:abstractNumId w:val="10"/>
  </w:num>
  <w:num w:numId="10" w16cid:durableId="900824142">
    <w:abstractNumId w:val="11"/>
  </w:num>
  <w:num w:numId="11" w16cid:durableId="1330865597">
    <w:abstractNumId w:val="14"/>
  </w:num>
  <w:num w:numId="12" w16cid:durableId="1902708596">
    <w:abstractNumId w:val="12"/>
  </w:num>
  <w:num w:numId="13" w16cid:durableId="1079672734">
    <w:abstractNumId w:val="9"/>
  </w:num>
  <w:num w:numId="14" w16cid:durableId="971131339">
    <w:abstractNumId w:val="13"/>
  </w:num>
  <w:num w:numId="15" w16cid:durableId="20784301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231"/>
    <w:rsid w:val="000037EF"/>
    <w:rsid w:val="00032960"/>
    <w:rsid w:val="000361C0"/>
    <w:rsid w:val="00046DF2"/>
    <w:rsid w:val="000732ED"/>
    <w:rsid w:val="00076C8C"/>
    <w:rsid w:val="0008293F"/>
    <w:rsid w:val="00085E53"/>
    <w:rsid w:val="00086B6C"/>
    <w:rsid w:val="000A25D1"/>
    <w:rsid w:val="000B07C9"/>
    <w:rsid w:val="000B30AA"/>
    <w:rsid w:val="000E0937"/>
    <w:rsid w:val="000E2F59"/>
    <w:rsid w:val="000E6704"/>
    <w:rsid w:val="001044A5"/>
    <w:rsid w:val="001063F8"/>
    <w:rsid w:val="00132DF1"/>
    <w:rsid w:val="0013468F"/>
    <w:rsid w:val="00145159"/>
    <w:rsid w:val="001456EF"/>
    <w:rsid w:val="00150D27"/>
    <w:rsid w:val="00155336"/>
    <w:rsid w:val="00156052"/>
    <w:rsid w:val="00157E5B"/>
    <w:rsid w:val="00166502"/>
    <w:rsid w:val="00170B8E"/>
    <w:rsid w:val="0018625A"/>
    <w:rsid w:val="00187C96"/>
    <w:rsid w:val="00193ACA"/>
    <w:rsid w:val="001A6ACE"/>
    <w:rsid w:val="001A6DDC"/>
    <w:rsid w:val="001C6C57"/>
    <w:rsid w:val="001C7002"/>
    <w:rsid w:val="001D52EE"/>
    <w:rsid w:val="001D5D5C"/>
    <w:rsid w:val="001D7CF6"/>
    <w:rsid w:val="001E4616"/>
    <w:rsid w:val="001F16AF"/>
    <w:rsid w:val="00207092"/>
    <w:rsid w:val="00213B8B"/>
    <w:rsid w:val="00213F4B"/>
    <w:rsid w:val="00217CBA"/>
    <w:rsid w:val="00232C7C"/>
    <w:rsid w:val="002372A2"/>
    <w:rsid w:val="00244E35"/>
    <w:rsid w:val="00250C36"/>
    <w:rsid w:val="00251C4F"/>
    <w:rsid w:val="00267AB8"/>
    <w:rsid w:val="0027298F"/>
    <w:rsid w:val="002761B9"/>
    <w:rsid w:val="00296616"/>
    <w:rsid w:val="002A5ECC"/>
    <w:rsid w:val="002B0AEF"/>
    <w:rsid w:val="002B105C"/>
    <w:rsid w:val="002C13AB"/>
    <w:rsid w:val="002C3339"/>
    <w:rsid w:val="002C5D8E"/>
    <w:rsid w:val="002D0A76"/>
    <w:rsid w:val="002E2603"/>
    <w:rsid w:val="002E5B96"/>
    <w:rsid w:val="002F1A30"/>
    <w:rsid w:val="003028B7"/>
    <w:rsid w:val="003112BA"/>
    <w:rsid w:val="00311EC4"/>
    <w:rsid w:val="00332159"/>
    <w:rsid w:val="00342C41"/>
    <w:rsid w:val="00344939"/>
    <w:rsid w:val="00383699"/>
    <w:rsid w:val="003917D4"/>
    <w:rsid w:val="003D1324"/>
    <w:rsid w:val="003D30DA"/>
    <w:rsid w:val="003E2660"/>
    <w:rsid w:val="003F1331"/>
    <w:rsid w:val="003F7763"/>
    <w:rsid w:val="0041040A"/>
    <w:rsid w:val="00411127"/>
    <w:rsid w:val="0041325B"/>
    <w:rsid w:val="004165A7"/>
    <w:rsid w:val="0042157E"/>
    <w:rsid w:val="00423701"/>
    <w:rsid w:val="00426ACB"/>
    <w:rsid w:val="00432923"/>
    <w:rsid w:val="00446A1A"/>
    <w:rsid w:val="00446E0B"/>
    <w:rsid w:val="00447D00"/>
    <w:rsid w:val="004576C8"/>
    <w:rsid w:val="00467236"/>
    <w:rsid w:val="004813ED"/>
    <w:rsid w:val="00482FE1"/>
    <w:rsid w:val="004A0BC0"/>
    <w:rsid w:val="004A1A37"/>
    <w:rsid w:val="004A71D5"/>
    <w:rsid w:val="004B5624"/>
    <w:rsid w:val="004D29AE"/>
    <w:rsid w:val="004D34D0"/>
    <w:rsid w:val="004D6537"/>
    <w:rsid w:val="004F4370"/>
    <w:rsid w:val="004F64F8"/>
    <w:rsid w:val="00541477"/>
    <w:rsid w:val="005442B2"/>
    <w:rsid w:val="005475F5"/>
    <w:rsid w:val="005477A3"/>
    <w:rsid w:val="00560362"/>
    <w:rsid w:val="00570430"/>
    <w:rsid w:val="005811BA"/>
    <w:rsid w:val="005A5232"/>
    <w:rsid w:val="005A528D"/>
    <w:rsid w:val="005C3884"/>
    <w:rsid w:val="005D4102"/>
    <w:rsid w:val="005F2C4A"/>
    <w:rsid w:val="006057A1"/>
    <w:rsid w:val="0061116A"/>
    <w:rsid w:val="00630831"/>
    <w:rsid w:val="0063118F"/>
    <w:rsid w:val="00633AA4"/>
    <w:rsid w:val="00640C71"/>
    <w:rsid w:val="00652ADD"/>
    <w:rsid w:val="006943AF"/>
    <w:rsid w:val="006A01C1"/>
    <w:rsid w:val="006A70A2"/>
    <w:rsid w:val="006B1541"/>
    <w:rsid w:val="006B2378"/>
    <w:rsid w:val="006C3585"/>
    <w:rsid w:val="006C537F"/>
    <w:rsid w:val="006D2448"/>
    <w:rsid w:val="006E5F12"/>
    <w:rsid w:val="006E7A43"/>
    <w:rsid w:val="006F45B4"/>
    <w:rsid w:val="00700454"/>
    <w:rsid w:val="00701A7D"/>
    <w:rsid w:val="00703CA9"/>
    <w:rsid w:val="0070652E"/>
    <w:rsid w:val="0071045A"/>
    <w:rsid w:val="007249A3"/>
    <w:rsid w:val="00725C36"/>
    <w:rsid w:val="0073237C"/>
    <w:rsid w:val="00736E8D"/>
    <w:rsid w:val="00743EBC"/>
    <w:rsid w:val="00753C99"/>
    <w:rsid w:val="00760E34"/>
    <w:rsid w:val="007638EF"/>
    <w:rsid w:val="00764AAB"/>
    <w:rsid w:val="007674B5"/>
    <w:rsid w:val="00771C32"/>
    <w:rsid w:val="007734DD"/>
    <w:rsid w:val="007750B2"/>
    <w:rsid w:val="007A057E"/>
    <w:rsid w:val="007A32D3"/>
    <w:rsid w:val="007A7847"/>
    <w:rsid w:val="007B6159"/>
    <w:rsid w:val="007B669A"/>
    <w:rsid w:val="007D5BB8"/>
    <w:rsid w:val="007E062A"/>
    <w:rsid w:val="007E0E28"/>
    <w:rsid w:val="007E4A78"/>
    <w:rsid w:val="007E71DB"/>
    <w:rsid w:val="008054B3"/>
    <w:rsid w:val="00810F3C"/>
    <w:rsid w:val="00813CDD"/>
    <w:rsid w:val="00815407"/>
    <w:rsid w:val="00816EDB"/>
    <w:rsid w:val="00820437"/>
    <w:rsid w:val="00825C59"/>
    <w:rsid w:val="00826124"/>
    <w:rsid w:val="008326DF"/>
    <w:rsid w:val="008375CD"/>
    <w:rsid w:val="00851AE5"/>
    <w:rsid w:val="00851BB6"/>
    <w:rsid w:val="00853516"/>
    <w:rsid w:val="00854D3C"/>
    <w:rsid w:val="00861D41"/>
    <w:rsid w:val="0087400C"/>
    <w:rsid w:val="008859D8"/>
    <w:rsid w:val="00885D5D"/>
    <w:rsid w:val="00894A39"/>
    <w:rsid w:val="00897A3B"/>
    <w:rsid w:val="008C2D4A"/>
    <w:rsid w:val="008C75EB"/>
    <w:rsid w:val="008F4726"/>
    <w:rsid w:val="008F4913"/>
    <w:rsid w:val="008F7488"/>
    <w:rsid w:val="00907A6F"/>
    <w:rsid w:val="009441C4"/>
    <w:rsid w:val="009554FF"/>
    <w:rsid w:val="00955773"/>
    <w:rsid w:val="00963F82"/>
    <w:rsid w:val="00971A23"/>
    <w:rsid w:val="009816B8"/>
    <w:rsid w:val="0098567C"/>
    <w:rsid w:val="00993AAE"/>
    <w:rsid w:val="009C5D0B"/>
    <w:rsid w:val="009E3954"/>
    <w:rsid w:val="009F4D0D"/>
    <w:rsid w:val="00A05B8F"/>
    <w:rsid w:val="00A14BCF"/>
    <w:rsid w:val="00A31266"/>
    <w:rsid w:val="00A379CF"/>
    <w:rsid w:val="00A423E2"/>
    <w:rsid w:val="00A52CB0"/>
    <w:rsid w:val="00A6606A"/>
    <w:rsid w:val="00A661E2"/>
    <w:rsid w:val="00A8104B"/>
    <w:rsid w:val="00A85349"/>
    <w:rsid w:val="00AA113D"/>
    <w:rsid w:val="00AC53AF"/>
    <w:rsid w:val="00AE250D"/>
    <w:rsid w:val="00AF28CA"/>
    <w:rsid w:val="00B025DA"/>
    <w:rsid w:val="00B27F28"/>
    <w:rsid w:val="00B5561A"/>
    <w:rsid w:val="00B602C7"/>
    <w:rsid w:val="00B62695"/>
    <w:rsid w:val="00B742FB"/>
    <w:rsid w:val="00B842F8"/>
    <w:rsid w:val="00B84B76"/>
    <w:rsid w:val="00BA7327"/>
    <w:rsid w:val="00BC530F"/>
    <w:rsid w:val="00BC543A"/>
    <w:rsid w:val="00BC7F6B"/>
    <w:rsid w:val="00BD00C8"/>
    <w:rsid w:val="00BD0231"/>
    <w:rsid w:val="00BE4AC9"/>
    <w:rsid w:val="00BF2E83"/>
    <w:rsid w:val="00BF38ED"/>
    <w:rsid w:val="00BF79A5"/>
    <w:rsid w:val="00C133F7"/>
    <w:rsid w:val="00C227D2"/>
    <w:rsid w:val="00C40604"/>
    <w:rsid w:val="00C4378B"/>
    <w:rsid w:val="00C46220"/>
    <w:rsid w:val="00C47852"/>
    <w:rsid w:val="00C562C6"/>
    <w:rsid w:val="00C57729"/>
    <w:rsid w:val="00C733C1"/>
    <w:rsid w:val="00C755FA"/>
    <w:rsid w:val="00CB2367"/>
    <w:rsid w:val="00CB4361"/>
    <w:rsid w:val="00CE345F"/>
    <w:rsid w:val="00CE3D3D"/>
    <w:rsid w:val="00D12754"/>
    <w:rsid w:val="00D23C2E"/>
    <w:rsid w:val="00D25576"/>
    <w:rsid w:val="00D26B3E"/>
    <w:rsid w:val="00D305CC"/>
    <w:rsid w:val="00D3485C"/>
    <w:rsid w:val="00D35ABC"/>
    <w:rsid w:val="00D35B4C"/>
    <w:rsid w:val="00D432EF"/>
    <w:rsid w:val="00D451E4"/>
    <w:rsid w:val="00D465AF"/>
    <w:rsid w:val="00D60871"/>
    <w:rsid w:val="00D60D18"/>
    <w:rsid w:val="00D60D4D"/>
    <w:rsid w:val="00D76B3D"/>
    <w:rsid w:val="00D85514"/>
    <w:rsid w:val="00D877FE"/>
    <w:rsid w:val="00DA06FE"/>
    <w:rsid w:val="00DB2E72"/>
    <w:rsid w:val="00DC54D4"/>
    <w:rsid w:val="00DC6D17"/>
    <w:rsid w:val="00DD1778"/>
    <w:rsid w:val="00DD2123"/>
    <w:rsid w:val="00DE74EC"/>
    <w:rsid w:val="00E042B6"/>
    <w:rsid w:val="00E137F0"/>
    <w:rsid w:val="00E2423F"/>
    <w:rsid w:val="00E32A58"/>
    <w:rsid w:val="00E32CEE"/>
    <w:rsid w:val="00E47051"/>
    <w:rsid w:val="00E76FF8"/>
    <w:rsid w:val="00E829AB"/>
    <w:rsid w:val="00E9543A"/>
    <w:rsid w:val="00EA1026"/>
    <w:rsid w:val="00EA2E3E"/>
    <w:rsid w:val="00EA301D"/>
    <w:rsid w:val="00EC1F50"/>
    <w:rsid w:val="00EC3166"/>
    <w:rsid w:val="00EC4B0E"/>
    <w:rsid w:val="00EC529A"/>
    <w:rsid w:val="00EC71C3"/>
    <w:rsid w:val="00ED06D9"/>
    <w:rsid w:val="00ED19FD"/>
    <w:rsid w:val="00EE25A8"/>
    <w:rsid w:val="00F02A30"/>
    <w:rsid w:val="00F03D78"/>
    <w:rsid w:val="00F1291E"/>
    <w:rsid w:val="00F15477"/>
    <w:rsid w:val="00F3779F"/>
    <w:rsid w:val="00F47A85"/>
    <w:rsid w:val="00F5261C"/>
    <w:rsid w:val="00F52EF3"/>
    <w:rsid w:val="00F56B08"/>
    <w:rsid w:val="00F74FAD"/>
    <w:rsid w:val="00F776DC"/>
    <w:rsid w:val="00F803B6"/>
    <w:rsid w:val="00F97C57"/>
    <w:rsid w:val="00FC1646"/>
    <w:rsid w:val="00FC5E74"/>
    <w:rsid w:val="00FC6F9E"/>
    <w:rsid w:val="00FE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62ED4"/>
  <w15:docId w15:val="{B63062FB-2E30-4B69-8338-B3E3EBCA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EDB"/>
    <w:pPr>
      <w:spacing w:line="360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56EF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6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40604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C406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060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4060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060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40604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743E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32E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E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32E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ED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0732E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32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6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grenska@agrenska.ee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grenska@agrenska.ee" TargetMode="External"/><Relationship Id="rId2" Type="http://schemas.openxmlformats.org/officeDocument/2006/relationships/hyperlink" Target="https://www.facebook.com/EestiAgrenskaFond/" TargetMode="External"/><Relationship Id="rId1" Type="http://schemas.openxmlformats.org/officeDocument/2006/relationships/hyperlink" Target="http://www.agrenska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na\Nextcloud5\SA%20Eesti%20Agrenska%20Fond\Agrenska%20Fond\Eesti%20Agrenska%20blanket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38D4A-1AF4-4D23-B6CA-49AC41411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Eesti Agrenska blankett.dotx</Template>
  <TotalTime>41</TotalTime>
  <Pages>1</Pages>
  <Words>118</Words>
  <Characters>686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Tartu Ülikooli Kliinikum</Company>
  <LinksUpToDate>false</LinksUpToDate>
  <CharactersWithSpaces>803</CharactersWithSpaces>
  <SharedDoc>false</SharedDoc>
  <HLinks>
    <vt:vector size="18" baseType="variant">
      <vt:variant>
        <vt:i4>393247</vt:i4>
      </vt:variant>
      <vt:variant>
        <vt:i4>6</vt:i4>
      </vt:variant>
      <vt:variant>
        <vt:i4>0</vt:i4>
      </vt:variant>
      <vt:variant>
        <vt:i4>5</vt:i4>
      </vt:variant>
      <vt:variant>
        <vt:lpwstr>http://www.agrenska.ee/?p=avaleht</vt:lpwstr>
      </vt:variant>
      <vt:variant>
        <vt:lpwstr/>
      </vt:variant>
      <vt:variant>
        <vt:i4>5767196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http://eur-lex.europa.eu/LexUriServ/LexUriServ.do?uri=OJ:C:2009:151:0007:0010:EN:PDF</vt:lpwstr>
      </vt:variant>
      <vt:variant>
        <vt:lpwstr/>
      </vt:variant>
      <vt:variant>
        <vt:i4>7733285</vt:i4>
      </vt:variant>
      <vt:variant>
        <vt:i4>0</vt:i4>
      </vt:variant>
      <vt:variant>
        <vt:i4>0</vt:i4>
      </vt:variant>
      <vt:variant>
        <vt:i4>5</vt:i4>
      </vt:variant>
      <vt:variant>
        <vt:lpwstr>http://www.agrenska.ee/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Tiina Stelmach</dc:creator>
  <cp:lastModifiedBy>Tiina Stelmach</cp:lastModifiedBy>
  <cp:revision>27</cp:revision>
  <cp:lastPrinted>2017-03-24T10:49:00Z</cp:lastPrinted>
  <dcterms:created xsi:type="dcterms:W3CDTF">2025-03-27T15:30:00Z</dcterms:created>
  <dcterms:modified xsi:type="dcterms:W3CDTF">2025-03-27T16:11:00Z</dcterms:modified>
</cp:coreProperties>
</file>